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  <w:annotationRef/>
        </w:rPr>
      </w:r>
      <w:r>
        <w:t xml:space="preserve">This one has multiple paragraphs. ¶ 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  <w:annotationRef/>
        </w:rPr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  <w:annotationRef/>
        </w:rPr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2019-11-16T17:46:21Z</dcterms:created>
  <dcterms:modified xsi:type="dcterms:W3CDTF">2019-11-16T17:46:21Z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